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4E619B8-4D11-49C1-839F-22A7C0ED6F6E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